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2362" w:rsidRPr="004C020A" w:rsidRDefault="00C87497" w:rsidP="008903C7">
      <w:pPr>
        <w:jc w:val="both"/>
        <w:rPr>
          <w:rFonts w:ascii="Times New Roman" w:hAnsi="Times New Roman"/>
        </w:rPr>
      </w:pPr>
      <w:bookmarkStart w:id="0" w:name="_GoBack"/>
      <w:bookmarkEnd w:id="0"/>
    </w:p>
    <w:p w:rsidR="004C020A" w:rsidRPr="004C020A" w:rsidRDefault="00C87497" w:rsidP="008903C7">
      <w:pPr>
        <w:jc w:val="both"/>
        <w:rPr>
          <w:rFonts w:ascii="Times New Roman" w:hAnsi="Times New Roman"/>
        </w:rPr>
      </w:pPr>
    </w:p>
    <w:p w:rsidR="004C020A" w:rsidRPr="004C020A" w:rsidRDefault="00C87497" w:rsidP="008903C7">
      <w:pPr>
        <w:jc w:val="both"/>
        <w:rPr>
          <w:rFonts w:ascii="Times New Roman" w:hAnsi="Times New Roman"/>
        </w:rPr>
      </w:pPr>
    </w:p>
    <w:p w:rsidR="001A68E4" w:rsidRDefault="001A68E4" w:rsidP="0042226D">
      <w:pPr>
        <w:jc w:val="both"/>
        <w:rPr>
          <w:rFonts w:ascii="Times New Roman" w:hAnsi="Times New Roman"/>
        </w:rPr>
      </w:pPr>
    </w:p>
    <w:p w:rsidR="008135B2" w:rsidRDefault="008135B2" w:rsidP="0042226D">
      <w:pPr>
        <w:jc w:val="both"/>
        <w:rPr>
          <w:rFonts w:ascii="Times New Roman" w:hAnsi="Times New Roman"/>
        </w:rPr>
      </w:pPr>
    </w:p>
    <w:p w:rsidR="004C020A" w:rsidRPr="004C020A" w:rsidRDefault="00811C56" w:rsidP="008903C7">
      <w:pPr>
        <w:jc w:val="both"/>
        <w:rPr>
          <w:rFonts w:ascii="Times New Roman" w:hAnsi="Times New Roman"/>
        </w:rPr>
      </w:pPr>
      <w:r>
        <w:rPr>
          <w:rFonts w:asciiTheme="majorHAnsi" w:hAnsiTheme="majorHAnsi"/>
          <w:sz w:val="22"/>
          <w:szCs w:val="22"/>
        </w:rPr>
        <w:t>DI</w:t>
      </w:r>
      <w:r w:rsidR="0065635B">
        <w:rPr>
          <w:rFonts w:asciiTheme="majorHAnsi" w:hAnsiTheme="majorHAnsi"/>
          <w:sz w:val="22"/>
          <w:szCs w:val="22"/>
        </w:rPr>
        <w:t>1.021.108</w:t>
      </w:r>
      <w:r w:rsidR="005B2A03" w:rsidRPr="005B2A03">
        <w:rPr>
          <w:rFonts w:asciiTheme="majorHAnsi" w:hAnsiTheme="majorHAnsi"/>
          <w:sz w:val="22"/>
          <w:szCs w:val="22"/>
        </w:rPr>
        <w:t>.201</w:t>
      </w:r>
      <w:r w:rsidR="00D46830">
        <w:rPr>
          <w:rFonts w:asciiTheme="majorHAnsi" w:hAnsiTheme="majorHAnsi"/>
          <w:sz w:val="22"/>
          <w:szCs w:val="22"/>
        </w:rPr>
        <w:t>9</w:t>
      </w:r>
      <w:r w:rsidR="005B2A03" w:rsidRPr="005B2A03">
        <w:rPr>
          <w:rFonts w:asciiTheme="majorHAnsi" w:hAnsiTheme="majorHAnsi"/>
          <w:sz w:val="22"/>
          <w:szCs w:val="22"/>
        </w:rPr>
        <w:t xml:space="preserve"> </w:t>
      </w:r>
      <w:r w:rsidR="008E2ABA">
        <w:rPr>
          <w:rFonts w:ascii="Times New Roman" w:hAnsi="Times New Roman"/>
        </w:rPr>
        <w:t xml:space="preserve"> </w:t>
      </w:r>
    </w:p>
    <w:p w:rsidR="004C020A" w:rsidRPr="004C020A" w:rsidRDefault="00E97DC6" w:rsidP="00E97DC6">
      <w:pPr>
        <w:tabs>
          <w:tab w:val="left" w:pos="6013"/>
        </w:tabs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4C020A" w:rsidRPr="004C020A" w:rsidRDefault="00C87497" w:rsidP="008903C7">
      <w:pPr>
        <w:jc w:val="both"/>
        <w:rPr>
          <w:rFonts w:ascii="Times New Roman" w:hAnsi="Times New Roman"/>
        </w:rPr>
      </w:pPr>
    </w:p>
    <w:p w:rsidR="004C020A" w:rsidRPr="004C020A" w:rsidRDefault="00C87497" w:rsidP="008903C7">
      <w:pPr>
        <w:jc w:val="both"/>
        <w:rPr>
          <w:rFonts w:ascii="Times New Roman" w:hAnsi="Times New Roman"/>
        </w:rPr>
      </w:pPr>
    </w:p>
    <w:p w:rsidR="003C7812" w:rsidRDefault="003C7812" w:rsidP="00BA0AE7">
      <w:pPr>
        <w:jc w:val="both"/>
      </w:pPr>
    </w:p>
    <w:p w:rsidR="00024D5E" w:rsidRDefault="00024D5E" w:rsidP="00C00006">
      <w:pPr>
        <w:contextualSpacing/>
        <w:jc w:val="both"/>
      </w:pPr>
    </w:p>
    <w:p w:rsidR="00306C82" w:rsidRDefault="00306C82" w:rsidP="00C00006">
      <w:pPr>
        <w:contextualSpacing/>
        <w:jc w:val="both"/>
      </w:pPr>
    </w:p>
    <w:p w:rsidR="0074058A" w:rsidRDefault="0074058A" w:rsidP="00C00006">
      <w:pPr>
        <w:contextualSpacing/>
        <w:jc w:val="both"/>
      </w:pPr>
    </w:p>
    <w:p w:rsidR="006860F2" w:rsidRDefault="006860F2" w:rsidP="00C00006">
      <w:pPr>
        <w:contextualSpacing/>
        <w:jc w:val="both"/>
        <w:rPr>
          <w:i/>
        </w:rPr>
      </w:pPr>
      <w:r>
        <w:rPr>
          <w:i/>
        </w:rPr>
        <w:t xml:space="preserve">   </w:t>
      </w:r>
    </w:p>
    <w:p w:rsidR="00B6651F" w:rsidRDefault="00B6651F" w:rsidP="00C00006">
      <w:pPr>
        <w:contextualSpacing/>
        <w:jc w:val="both"/>
        <w:rPr>
          <w:i/>
        </w:rPr>
      </w:pPr>
    </w:p>
    <w:p w:rsidR="005B2A03" w:rsidRDefault="005B2A03" w:rsidP="00C00006">
      <w:pPr>
        <w:contextualSpacing/>
        <w:jc w:val="both"/>
        <w:rPr>
          <w:i/>
        </w:rPr>
      </w:pPr>
    </w:p>
    <w:p w:rsidR="00154011" w:rsidRDefault="00154011" w:rsidP="00C00006">
      <w:pPr>
        <w:contextualSpacing/>
        <w:jc w:val="both"/>
        <w:rPr>
          <w:i/>
        </w:rPr>
      </w:pPr>
    </w:p>
    <w:p w:rsidR="00633F4B" w:rsidRDefault="00633F4B" w:rsidP="00C00006">
      <w:pPr>
        <w:contextualSpacing/>
        <w:jc w:val="both"/>
        <w:rPr>
          <w:i/>
        </w:rPr>
      </w:pPr>
    </w:p>
    <w:p w:rsidR="00E97DC6" w:rsidRPr="006860F2" w:rsidRDefault="00C22B7A" w:rsidP="00C00006">
      <w:pPr>
        <w:contextualSpacing/>
        <w:jc w:val="both"/>
        <w:rPr>
          <w:i/>
        </w:rPr>
      </w:pPr>
      <w:r>
        <w:rPr>
          <w:i/>
        </w:rPr>
        <w:t xml:space="preserve">   Szanowna Pani Sekretarz,</w:t>
      </w:r>
    </w:p>
    <w:p w:rsidR="00C00006" w:rsidRDefault="00C00006" w:rsidP="00E97DC6">
      <w:pPr>
        <w:contextualSpacing/>
        <w:jc w:val="both"/>
      </w:pPr>
    </w:p>
    <w:p w:rsidR="006860F2" w:rsidRPr="00825541" w:rsidRDefault="006860F2" w:rsidP="000259DE">
      <w:pPr>
        <w:spacing w:line="360" w:lineRule="auto"/>
        <w:contextualSpacing/>
        <w:jc w:val="both"/>
        <w:rPr>
          <w:rFonts w:asciiTheme="majorHAnsi" w:hAnsiTheme="majorHAnsi"/>
        </w:rPr>
      </w:pPr>
    </w:p>
    <w:p w:rsidR="00A40F6E" w:rsidRPr="00825541" w:rsidRDefault="00A40F6E" w:rsidP="00A40F6E">
      <w:pPr>
        <w:spacing w:line="360" w:lineRule="auto"/>
        <w:ind w:firstLine="720"/>
        <w:contextualSpacing/>
        <w:jc w:val="both"/>
        <w:rPr>
          <w:rFonts w:asciiTheme="majorHAnsi" w:hAnsiTheme="majorHAnsi"/>
        </w:rPr>
      </w:pPr>
      <w:r w:rsidRPr="00825541">
        <w:rPr>
          <w:rFonts w:asciiTheme="majorHAnsi" w:hAnsiTheme="majorHAnsi"/>
        </w:rPr>
        <w:t xml:space="preserve">nawiązując do pisma </w:t>
      </w:r>
      <w:r>
        <w:rPr>
          <w:rFonts w:asciiTheme="majorHAnsi" w:hAnsiTheme="majorHAnsi"/>
        </w:rPr>
        <w:t>Ministra Cyfryzacji</w:t>
      </w:r>
      <w:r>
        <w:rPr>
          <w:rFonts w:asciiTheme="majorHAnsi" w:hAnsiTheme="majorHAnsi" w:cs="Calibri"/>
          <w:lang w:eastAsia="pl-PL"/>
        </w:rPr>
        <w:t xml:space="preserve"> </w:t>
      </w:r>
      <w:r w:rsidR="00510889">
        <w:rPr>
          <w:rFonts w:asciiTheme="majorHAnsi" w:hAnsiTheme="majorHAnsi" w:cs="Calibri"/>
          <w:lang w:eastAsia="pl-PL"/>
        </w:rPr>
        <w:t xml:space="preserve">nr </w:t>
      </w:r>
      <w:r w:rsidR="00510889" w:rsidRPr="00510889">
        <w:rPr>
          <w:rFonts w:asciiTheme="majorHAnsi" w:hAnsiTheme="majorHAnsi" w:cs="Calibri"/>
          <w:lang w:eastAsia="pl-PL"/>
        </w:rPr>
        <w:t>DP-I.0211.1.2019</w:t>
      </w:r>
      <w:r w:rsidR="00510889">
        <w:rPr>
          <w:rFonts w:asciiTheme="majorHAnsi" w:hAnsiTheme="majorHAnsi" w:cs="Calibri"/>
          <w:lang w:eastAsia="pl-PL"/>
        </w:rPr>
        <w:t xml:space="preserve"> </w:t>
      </w:r>
      <w:r w:rsidRPr="00825541">
        <w:rPr>
          <w:rFonts w:asciiTheme="majorHAnsi" w:hAnsiTheme="majorHAnsi"/>
        </w:rPr>
        <w:t xml:space="preserve">z dnia </w:t>
      </w:r>
      <w:r>
        <w:rPr>
          <w:rFonts w:asciiTheme="majorHAnsi" w:hAnsiTheme="majorHAnsi"/>
        </w:rPr>
        <w:t>12 lipca</w:t>
      </w:r>
      <w:r w:rsidRPr="00825541">
        <w:rPr>
          <w:rFonts w:asciiTheme="majorHAnsi" w:hAnsiTheme="majorHAnsi"/>
        </w:rPr>
        <w:t xml:space="preserve"> 201</w:t>
      </w:r>
      <w:r>
        <w:rPr>
          <w:rFonts w:asciiTheme="majorHAnsi" w:hAnsiTheme="majorHAnsi"/>
        </w:rPr>
        <w:t>9</w:t>
      </w:r>
      <w:r w:rsidRPr="00825541">
        <w:rPr>
          <w:rFonts w:asciiTheme="majorHAnsi" w:hAnsiTheme="majorHAnsi"/>
        </w:rPr>
        <w:t xml:space="preserve"> r. przekazującego </w:t>
      </w:r>
      <w:r>
        <w:rPr>
          <w:rFonts w:asciiTheme="majorHAnsi" w:hAnsiTheme="majorHAnsi"/>
        </w:rPr>
        <w:t xml:space="preserve">stanowisko projektodawcy do uwag MF odnośnie projektu </w:t>
      </w:r>
      <w:r w:rsidRPr="0065635B">
        <w:rPr>
          <w:rFonts w:asciiTheme="majorHAnsi" w:hAnsiTheme="majorHAnsi"/>
        </w:rPr>
        <w:t xml:space="preserve">uchwały Rady Ministrów w sprawie Inicjatywy </w:t>
      </w:r>
      <w:r w:rsidRPr="00182CFE">
        <w:rPr>
          <w:rFonts w:asciiTheme="majorHAnsi" w:hAnsiTheme="majorHAnsi"/>
          <w:i/>
        </w:rPr>
        <w:t>„Wspólna Infrastruktura Informatyczna Państwa”</w:t>
      </w:r>
      <w:r w:rsidRPr="0065635B">
        <w:rPr>
          <w:rFonts w:asciiTheme="majorHAnsi" w:hAnsiTheme="majorHAnsi"/>
        </w:rPr>
        <w:t xml:space="preserve"> (ID 232)</w:t>
      </w:r>
      <w:r w:rsidRPr="00597CDF">
        <w:rPr>
          <w:rFonts w:asciiTheme="majorHAnsi" w:hAnsiTheme="majorHAnsi"/>
          <w:i/>
        </w:rPr>
        <w:t>,</w:t>
      </w:r>
      <w:r w:rsidRPr="00825541">
        <w:rPr>
          <w:rFonts w:asciiTheme="majorHAnsi" w:hAnsiTheme="majorHAnsi"/>
          <w:i/>
        </w:rPr>
        <w:t xml:space="preserve"> </w:t>
      </w:r>
      <w:r w:rsidRPr="00825541">
        <w:rPr>
          <w:rFonts w:asciiTheme="majorHAnsi" w:hAnsiTheme="majorHAnsi"/>
        </w:rPr>
        <w:t xml:space="preserve">uprzejmie przekazuję w załączeniu </w:t>
      </w:r>
      <w:r>
        <w:rPr>
          <w:rFonts w:asciiTheme="majorHAnsi" w:hAnsiTheme="majorHAnsi"/>
        </w:rPr>
        <w:t xml:space="preserve">stanowisko </w:t>
      </w:r>
      <w:r w:rsidRPr="00825541">
        <w:rPr>
          <w:rFonts w:asciiTheme="majorHAnsi" w:hAnsiTheme="majorHAnsi"/>
        </w:rPr>
        <w:t>Ministerstwa Finansów</w:t>
      </w:r>
      <w:r>
        <w:rPr>
          <w:rFonts w:asciiTheme="majorHAnsi" w:hAnsiTheme="majorHAnsi"/>
        </w:rPr>
        <w:t>.</w:t>
      </w:r>
    </w:p>
    <w:p w:rsidR="00A82593" w:rsidRDefault="00A82593" w:rsidP="00F25221">
      <w:pPr>
        <w:autoSpaceDE w:val="0"/>
        <w:autoSpaceDN w:val="0"/>
        <w:adjustRightInd w:val="0"/>
        <w:jc w:val="both"/>
        <w:rPr>
          <w:rFonts w:cs="Cambria"/>
          <w:lang w:eastAsia="pl-PL"/>
        </w:rPr>
      </w:pPr>
    </w:p>
    <w:p w:rsidR="00E97DC6" w:rsidRPr="008E51D3" w:rsidRDefault="00E97DC6" w:rsidP="00F25221">
      <w:pPr>
        <w:autoSpaceDE w:val="0"/>
        <w:autoSpaceDN w:val="0"/>
        <w:adjustRightInd w:val="0"/>
        <w:jc w:val="both"/>
        <w:rPr>
          <w:rFonts w:cs="Cambria"/>
          <w:sz w:val="22"/>
          <w:szCs w:val="22"/>
          <w:lang w:eastAsia="pl-PL"/>
        </w:rPr>
      </w:pP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>Z poważaniem,</w:t>
      </w:r>
    </w:p>
    <w:p w:rsidR="004445F3" w:rsidRPr="008E51D3" w:rsidRDefault="004445F3" w:rsidP="00422E0E">
      <w:pPr>
        <w:spacing w:before="120"/>
        <w:ind w:left="5041"/>
        <w:jc w:val="center"/>
        <w:rPr>
          <w:b/>
          <w:i/>
          <w:sz w:val="22"/>
          <w:szCs w:val="22"/>
        </w:rPr>
      </w:pPr>
      <w:r w:rsidRPr="008E51D3">
        <w:rPr>
          <w:b/>
          <w:i/>
          <w:sz w:val="22"/>
          <w:szCs w:val="22"/>
        </w:rPr>
        <w:t>Piotr Nowak</w:t>
      </w: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>Podsekretarz Stanu w Ministerstwie Finansów</w:t>
      </w: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 xml:space="preserve"> </w:t>
      </w:r>
    </w:p>
    <w:p w:rsidR="004445F3" w:rsidRPr="008E51D3" w:rsidRDefault="004445F3" w:rsidP="004445F3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 xml:space="preserve">/-podpisano kwalifikowanym </w:t>
      </w:r>
    </w:p>
    <w:p w:rsidR="005A6ABF" w:rsidRDefault="004445F3" w:rsidP="007634E6">
      <w:pPr>
        <w:ind w:left="5040"/>
        <w:jc w:val="center"/>
        <w:rPr>
          <w:i/>
          <w:sz w:val="22"/>
          <w:szCs w:val="22"/>
        </w:rPr>
      </w:pPr>
      <w:r w:rsidRPr="008E51D3">
        <w:rPr>
          <w:i/>
          <w:sz w:val="22"/>
          <w:szCs w:val="22"/>
        </w:rPr>
        <w:t>podpisem elektronicznym/</w:t>
      </w:r>
    </w:p>
    <w:p w:rsidR="00CD48E8" w:rsidRDefault="00CD48E8" w:rsidP="00CD48E8">
      <w:pPr>
        <w:rPr>
          <w:i/>
          <w:sz w:val="22"/>
          <w:szCs w:val="22"/>
        </w:rPr>
      </w:pPr>
    </w:p>
    <w:p w:rsidR="00CD48E8" w:rsidRDefault="00CD48E8" w:rsidP="00CD48E8">
      <w:pPr>
        <w:rPr>
          <w:i/>
          <w:sz w:val="22"/>
          <w:szCs w:val="22"/>
        </w:rPr>
      </w:pPr>
    </w:p>
    <w:p w:rsidR="00CD48E8" w:rsidRDefault="00CD48E8" w:rsidP="00CD48E8">
      <w:pPr>
        <w:rPr>
          <w:i/>
          <w:sz w:val="22"/>
          <w:szCs w:val="22"/>
        </w:rPr>
      </w:pPr>
    </w:p>
    <w:p w:rsidR="00CD48E8" w:rsidRDefault="00CD48E8" w:rsidP="00CD48E8">
      <w:pPr>
        <w:rPr>
          <w:i/>
          <w:sz w:val="22"/>
          <w:szCs w:val="22"/>
        </w:rPr>
      </w:pPr>
    </w:p>
    <w:p w:rsidR="000259DE" w:rsidRDefault="000259DE" w:rsidP="00CD48E8">
      <w:pPr>
        <w:rPr>
          <w:sz w:val="22"/>
          <w:szCs w:val="22"/>
        </w:rPr>
      </w:pPr>
    </w:p>
    <w:p w:rsidR="00182CFE" w:rsidRDefault="00182CFE" w:rsidP="00CD48E8">
      <w:pPr>
        <w:rPr>
          <w:sz w:val="22"/>
          <w:szCs w:val="22"/>
        </w:rPr>
      </w:pPr>
    </w:p>
    <w:p w:rsidR="00A40F6E" w:rsidRDefault="00A40F6E" w:rsidP="00CD48E8">
      <w:pPr>
        <w:rPr>
          <w:sz w:val="22"/>
          <w:szCs w:val="22"/>
        </w:rPr>
      </w:pPr>
    </w:p>
    <w:p w:rsidR="00633F4B" w:rsidRDefault="00633F4B" w:rsidP="00CD48E8">
      <w:pPr>
        <w:rPr>
          <w:sz w:val="22"/>
          <w:szCs w:val="22"/>
        </w:rPr>
      </w:pPr>
    </w:p>
    <w:p w:rsidR="00623981" w:rsidRDefault="00623981" w:rsidP="00CD48E8">
      <w:pPr>
        <w:rPr>
          <w:sz w:val="22"/>
          <w:szCs w:val="22"/>
        </w:rPr>
      </w:pPr>
    </w:p>
    <w:p w:rsidR="00CD48E8" w:rsidRPr="00CD48E8" w:rsidRDefault="00CD48E8" w:rsidP="00CD48E8">
      <w:pPr>
        <w:rPr>
          <w:sz w:val="22"/>
          <w:szCs w:val="22"/>
        </w:rPr>
      </w:pPr>
      <w:r w:rsidRPr="00CD48E8">
        <w:rPr>
          <w:sz w:val="22"/>
          <w:szCs w:val="22"/>
          <w:u w:val="single"/>
        </w:rPr>
        <w:t>Załącznik</w:t>
      </w:r>
      <w:r w:rsidRPr="00CD48E8">
        <w:rPr>
          <w:sz w:val="22"/>
          <w:szCs w:val="22"/>
        </w:rPr>
        <w:t>:</w:t>
      </w:r>
    </w:p>
    <w:p w:rsidR="00CD48E8" w:rsidRPr="00CD48E8" w:rsidRDefault="00CD48E8" w:rsidP="00CD48E8">
      <w:pPr>
        <w:numPr>
          <w:ilvl w:val="0"/>
          <w:numId w:val="4"/>
        </w:numPr>
        <w:rPr>
          <w:sz w:val="22"/>
          <w:szCs w:val="22"/>
        </w:rPr>
      </w:pPr>
      <w:r w:rsidRPr="00CD48E8">
        <w:rPr>
          <w:sz w:val="22"/>
          <w:szCs w:val="22"/>
        </w:rPr>
        <w:t>Tabela –</w:t>
      </w:r>
      <w:r w:rsidR="00A40F6E">
        <w:rPr>
          <w:sz w:val="22"/>
          <w:szCs w:val="22"/>
        </w:rPr>
        <w:t xml:space="preserve"> stanowisko </w:t>
      </w:r>
      <w:r w:rsidRPr="00CD48E8">
        <w:rPr>
          <w:sz w:val="22"/>
          <w:szCs w:val="22"/>
        </w:rPr>
        <w:t xml:space="preserve">Ministerstwa Finansów. </w:t>
      </w:r>
    </w:p>
    <w:p w:rsidR="00CD48E8" w:rsidRPr="00884CFC" w:rsidRDefault="00CD48E8" w:rsidP="00CD48E8">
      <w:pPr>
        <w:rPr>
          <w:rFonts w:asciiTheme="majorHAnsi" w:hAnsiTheme="majorHAnsi"/>
          <w:sz w:val="23"/>
          <w:szCs w:val="23"/>
        </w:rPr>
      </w:pPr>
    </w:p>
    <w:sectPr w:rsidR="00CD48E8" w:rsidRPr="00884CFC" w:rsidSect="00964623">
      <w:footerReference w:type="default" r:id="rId8"/>
      <w:headerReference w:type="first" r:id="rId9"/>
      <w:footerReference w:type="first" r:id="rId10"/>
      <w:pgSz w:w="11900" w:h="16840"/>
      <w:pgMar w:top="1440" w:right="1080" w:bottom="1440" w:left="1080" w:header="709" w:footer="709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628C" w:rsidRDefault="0018628C">
      <w:r>
        <w:separator/>
      </w:r>
    </w:p>
  </w:endnote>
  <w:endnote w:type="continuationSeparator" w:id="0">
    <w:p w:rsidR="0018628C" w:rsidRDefault="00186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05180" w:rsidRDefault="00FF1B8F" w:rsidP="00D05180">
    <w:pPr>
      <w:pStyle w:val="Stopka"/>
      <w:jc w:val="right"/>
      <w:rPr>
        <w:rFonts w:ascii="Arial" w:hAnsi="Arial" w:cs="Arial"/>
        <w:color w:val="7F7F7F"/>
        <w:sz w:val="16"/>
        <w:szCs w:val="16"/>
      </w:rPr>
    </w:pPr>
    <w:r>
      <w:rPr>
        <w:rFonts w:ascii="Arial" w:hAnsi="Arial" w:cs="Arial"/>
        <w:color w:val="7F7F7F"/>
        <w:sz w:val="16"/>
        <w:szCs w:val="16"/>
      </w:rPr>
      <w:fldChar w:fldCharType="begin"/>
    </w:r>
    <w:r>
      <w:rPr>
        <w:rFonts w:ascii="Arial" w:hAnsi="Arial" w:cs="Arial"/>
        <w:color w:val="7F7F7F"/>
        <w:sz w:val="16"/>
        <w:szCs w:val="16"/>
      </w:rPr>
      <w:instrText xml:space="preserve"> PAGE   \* MERGEFORMAT </w:instrText>
    </w:r>
    <w:r>
      <w:rPr>
        <w:rFonts w:ascii="Arial" w:hAnsi="Arial" w:cs="Arial"/>
        <w:color w:val="7F7F7F"/>
        <w:sz w:val="16"/>
        <w:szCs w:val="16"/>
      </w:rPr>
      <w:fldChar w:fldCharType="separate"/>
    </w:r>
    <w:r w:rsidR="00A40F6E">
      <w:rPr>
        <w:rFonts w:ascii="Arial" w:hAnsi="Arial" w:cs="Arial"/>
        <w:noProof/>
        <w:color w:val="7F7F7F"/>
        <w:sz w:val="16"/>
        <w:szCs w:val="16"/>
      </w:rPr>
      <w:t>2</w:t>
    </w:r>
    <w:r>
      <w:rPr>
        <w:rFonts w:ascii="Arial" w:hAnsi="Arial" w:cs="Arial"/>
        <w:color w:val="7F7F7F"/>
        <w:sz w:val="16"/>
        <w:szCs w:val="16"/>
      </w:rPr>
      <w:fldChar w:fldCharType="end"/>
    </w:r>
  </w:p>
  <w:p w:rsidR="00C94A80" w:rsidRDefault="00C8749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241C7" w:rsidRDefault="00FF1B8F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4144" behindDoc="1" locked="0" layoutInCell="1" allowOverlap="1" wp14:anchorId="21230A7A" wp14:editId="5855AECE">
          <wp:simplePos x="0" y="0"/>
          <wp:positionH relativeFrom="column">
            <wp:posOffset>-5080</wp:posOffset>
          </wp:positionH>
          <wp:positionV relativeFrom="paragraph">
            <wp:posOffset>-262890</wp:posOffset>
          </wp:positionV>
          <wp:extent cx="457200" cy="438150"/>
          <wp:effectExtent l="0" t="0" r="0" b="0"/>
          <wp:wrapNone/>
          <wp:docPr id="36" name="Picture 8" descr="mf logo dla pisma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mf logo dla pisma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720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3B094D" w:rsidRDefault="00BE769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A1FEF6C" wp14:editId="6630F339">
              <wp:simplePos x="0" y="0"/>
              <wp:positionH relativeFrom="column">
                <wp:posOffset>-6985</wp:posOffset>
              </wp:positionH>
              <wp:positionV relativeFrom="paragraph">
                <wp:posOffset>175895</wp:posOffset>
              </wp:positionV>
              <wp:extent cx="5907405" cy="291465"/>
              <wp:effectExtent l="2540" t="4445" r="0" b="0"/>
              <wp:wrapNone/>
              <wp:docPr id="2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0740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F3BAE" w:rsidRPr="002E228C" w:rsidRDefault="00FF1B8F" w:rsidP="006E128C">
                          <w:pP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</w:pP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ul. Ś</w:t>
                          </w:r>
                          <w:r w:rsidRPr="00C94A80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więtok</w:t>
                          </w: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>rzyska 12, 0</w:t>
                          </w:r>
                          <w:r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 xml:space="preserve">0-916 Warszawa  |  tel.: +48 (22) 694 55 55  |  </w:t>
                          </w:r>
                          <w:r w:rsidRPr="002E228C">
                            <w:rPr>
                              <w:rFonts w:ascii="Arial" w:hAnsi="Arial" w:cs="Arial"/>
                              <w:color w:val="919195"/>
                              <w:sz w:val="16"/>
                              <w:szCs w:val="12"/>
                            </w:rPr>
                            <w:t xml:space="preserve">e-mail: </w:t>
                          </w:r>
                          <w:hyperlink r:id="rId2" w:history="1">
                            <w:r w:rsidRPr="00237A2B">
                              <w:rPr>
                                <w:rStyle w:val="Hipercze"/>
                                <w:rFonts w:ascii="Arial" w:hAnsi="Arial" w:cs="Arial"/>
                                <w:sz w:val="16"/>
                                <w:szCs w:val="12"/>
                              </w:rPr>
                              <w:t>kancelaria@mf.gov.pl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1FEF6C"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30" type="#_x0000_t202" style="position:absolute;margin-left:-.55pt;margin-top:13.85pt;width:465.15pt;height:22.9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" filled="f" stroked="f">
              <v:textbox inset="0,0,0,0">
                <w:txbxContent>
                  <w:p w:rsidR="00EF3BAE" w:rsidRPr="002E228C" w:rsidRDefault="00FF1B8F" w:rsidP="006E128C">
                    <w:pP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</w:pP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ul. Ś</w:t>
                    </w:r>
                    <w:r w:rsidRPr="00C94A80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więtok</w:t>
                    </w: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>rzyska 12, 0</w:t>
                    </w:r>
                    <w:r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 xml:space="preserve">0-916 Warszawa  |  tel.: +48 (22) 694 55 55  |  </w:t>
                    </w:r>
                    <w:r w:rsidRPr="002E228C">
                      <w:rPr>
                        <w:rFonts w:ascii="Arial" w:hAnsi="Arial" w:cs="Arial"/>
                        <w:color w:val="919195"/>
                        <w:sz w:val="16"/>
                        <w:szCs w:val="12"/>
                      </w:rPr>
                      <w:t xml:space="preserve">e-mail: </w:t>
                    </w:r>
                    <w:hyperlink r:id="rId3" w:history="1">
                      <w:r w:rsidRPr="00237A2B">
                        <w:rPr>
                          <w:rStyle w:val="Hipercze"/>
                          <w:rFonts w:ascii="Arial" w:hAnsi="Arial" w:cs="Arial"/>
                          <w:sz w:val="16"/>
                          <w:szCs w:val="12"/>
                        </w:rPr>
                        <w:t>kancelaria@mf.gov.pl</w:t>
                      </w:r>
                    </w:hyperlink>
                  </w:p>
                </w:txbxContent>
              </v:textbox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7EEFCE9C" wp14:editId="50D62F02">
              <wp:simplePos x="0" y="0"/>
              <wp:positionH relativeFrom="column">
                <wp:posOffset>-6350</wp:posOffset>
              </wp:positionH>
              <wp:positionV relativeFrom="paragraph">
                <wp:posOffset>113665</wp:posOffset>
              </wp:positionV>
              <wp:extent cx="5906770" cy="0"/>
              <wp:effectExtent l="12700" t="18415" r="14605" b="10160"/>
              <wp:wrapNone/>
              <wp:docPr id="1" name="AutoShape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9050">
                        <a:solidFill>
                          <a:srgbClr val="C9CACC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1D06DA4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9" o:spid="_x0000_s1026" type="#_x0000_t32" style="position:absolute;margin-left:-.5pt;margin-top:8.95pt;width:465.1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" strokecolor="#c9cacc" strokeweight="1.5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628C" w:rsidRDefault="0018628C">
      <w:r>
        <w:separator/>
      </w:r>
    </w:p>
  </w:footnote>
  <w:footnote w:type="continuationSeparator" w:id="0">
    <w:p w:rsidR="0018628C" w:rsidRDefault="001862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94D" w:rsidRDefault="009F4704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9AD72F" wp14:editId="123DE76A">
              <wp:simplePos x="0" y="0"/>
              <wp:positionH relativeFrom="column">
                <wp:posOffset>3503320</wp:posOffset>
              </wp:positionH>
              <wp:positionV relativeFrom="paragraph">
                <wp:posOffset>-47879</wp:posOffset>
              </wp:positionV>
              <wp:extent cx="2539467" cy="463550"/>
              <wp:effectExtent l="0" t="0" r="13335" b="12700"/>
              <wp:wrapNone/>
              <wp:docPr id="5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39467" cy="4635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82F9F" w:rsidRPr="00582F9F" w:rsidRDefault="00FF1B8F" w:rsidP="00582F9F">
                          <w:pPr>
                            <w:rPr>
                              <w:rFonts w:ascii="Times New Roman" w:hAnsi="Times New Roman"/>
                              <w:szCs w:val="22"/>
                            </w:rPr>
                          </w:pPr>
                          <w:r w:rsidRPr="00582F9F">
                            <w:rPr>
                              <w:rFonts w:ascii="Times New Roman" w:hAnsi="Times New Roman"/>
                              <w:szCs w:val="22"/>
                            </w:rPr>
                            <w:t xml:space="preserve">Warszawa, dnia </w:t>
                          </w:r>
                          <w:r w:rsidR="00BC6CA3">
                            <w:rPr>
                              <w:rFonts w:ascii="Times New Roman" w:hAnsi="Times New Roman"/>
                              <w:szCs w:val="22"/>
                            </w:rPr>
                            <w:t xml:space="preserve">  </w:t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fldChar w:fldCharType="begin"/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instrText xml:space="preserve"> DATE  \@ "dd MMMM yyyy"  \* MERGEFORMAT </w:instrText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fldChar w:fldCharType="separate"/>
                          </w:r>
                          <w:r w:rsidR="00C87497">
                            <w:rPr>
                              <w:rFonts w:ascii="Times New Roman" w:hAnsi="Times New Roman"/>
                              <w:noProof/>
                              <w:szCs w:val="22"/>
                            </w:rPr>
                            <w:t>17 lipca 2019</w:t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fldChar w:fldCharType="end"/>
                          </w:r>
                          <w:r w:rsidR="00C40C94" w:rsidRPr="00C40C94">
                            <w:rPr>
                              <w:rFonts w:ascii="Times New Roman" w:hAnsi="Times New Roman"/>
                              <w:szCs w:val="22"/>
                            </w:rPr>
                            <w:t xml:space="preserve"> r.</w:t>
                          </w:r>
                        </w:p>
                        <w:p w:rsidR="004564FE" w:rsidRPr="002E228C" w:rsidRDefault="00C87497" w:rsidP="000A78C7">
                          <w:pPr>
                            <w:ind w:right="-864"/>
                            <w:rPr>
                              <w:rFonts w:ascii="Times New Roman" w:hAnsi="Times New Roman"/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9AD72F" id="_x0000_t202" coordsize="21600,21600" o:spt="202" path="m,l,21600r21600,l21600,xe">
              <v:stroke joinstyle="miter"/>
              <v:path gradientshapeok="t" o:connecttype="rect"/>
            </v:shapetype>
            <v:shape id="Text Box 10" o:spid="_x0000_s1026" type="#_x0000_t202" style="position:absolute;margin-left:275.85pt;margin-top:-3.75pt;width:199.95pt;height:3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" filled="f" stroked="f">
              <v:textbox inset="0,0,0,0">
                <w:txbxContent>
                  <w:p w:rsidR="00582F9F" w:rsidRPr="00582F9F" w:rsidRDefault="00FF1B8F" w:rsidP="00582F9F">
                    <w:pPr>
                      <w:rPr>
                        <w:rFonts w:ascii="Times New Roman" w:hAnsi="Times New Roman"/>
                        <w:szCs w:val="22"/>
                      </w:rPr>
                    </w:pPr>
                    <w:r w:rsidRPr="00582F9F">
                      <w:rPr>
                        <w:rFonts w:ascii="Times New Roman" w:hAnsi="Times New Roman"/>
                        <w:szCs w:val="22"/>
                      </w:rPr>
                      <w:t xml:space="preserve">Warszawa, dnia </w:t>
                    </w:r>
                    <w:r w:rsidR="00BC6CA3">
                      <w:rPr>
                        <w:rFonts w:ascii="Times New Roman" w:hAnsi="Times New Roman"/>
                        <w:szCs w:val="22"/>
                      </w:rPr>
                      <w:t xml:space="preserve">  </w:t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fldChar w:fldCharType="begin"/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instrText xml:space="preserve"> DATE  \@ "dd MMMM yyyy"  \* MERGEFORMAT </w:instrText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fldChar w:fldCharType="separate"/>
                    </w:r>
                    <w:r w:rsidR="00C87497">
                      <w:rPr>
                        <w:rFonts w:ascii="Times New Roman" w:hAnsi="Times New Roman"/>
                        <w:noProof/>
                        <w:szCs w:val="22"/>
                      </w:rPr>
                      <w:t>17 lipca 2019</w:t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fldChar w:fldCharType="end"/>
                    </w:r>
                    <w:r w:rsidR="00C40C94" w:rsidRPr="00C40C94">
                      <w:rPr>
                        <w:rFonts w:ascii="Times New Roman" w:hAnsi="Times New Roman"/>
                        <w:szCs w:val="22"/>
                      </w:rPr>
                      <w:t xml:space="preserve"> r.</w:t>
                    </w:r>
                  </w:p>
                  <w:p w:rsidR="004564FE" w:rsidRPr="002E228C" w:rsidRDefault="00C87497" w:rsidP="000A78C7">
                    <w:pPr>
                      <w:ind w:right="-864"/>
                      <w:rPr>
                        <w:rFonts w:ascii="Times New Roman" w:hAnsi="Times New Roman"/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  <w:r w:rsidR="007028A1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6BE38FF8" wp14:editId="1416FB5B">
              <wp:simplePos x="0" y="0"/>
              <wp:positionH relativeFrom="column">
                <wp:posOffset>3623310</wp:posOffset>
              </wp:positionH>
              <wp:positionV relativeFrom="paragraph">
                <wp:posOffset>1672590</wp:posOffset>
              </wp:positionV>
              <wp:extent cx="2419350" cy="1565910"/>
              <wp:effectExtent l="0" t="0" r="0" b="15240"/>
              <wp:wrapNone/>
              <wp:docPr id="4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19350" cy="15659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43A43" w:rsidRDefault="00B43A43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633F4B" w:rsidRDefault="00633F4B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7028A1" w:rsidRPr="00D835AB" w:rsidRDefault="00FF1B8F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t>Pani</w:t>
                          </w: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br/>
                          </w:r>
                          <w:r w:rsidR="007028A1" w:rsidRPr="00D835AB">
                            <w:rPr>
                              <w:rFonts w:asciiTheme="majorHAnsi" w:hAnsiTheme="majorHAnsi"/>
                              <w:b/>
                            </w:rPr>
                            <w:t>Justyna DUSZYŃSKA</w:t>
                          </w:r>
                        </w:p>
                        <w:p w:rsidR="007028A1" w:rsidRPr="00D835AB" w:rsidRDefault="007028A1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</w:p>
                        <w:p w:rsidR="007028A1" w:rsidRPr="00D835AB" w:rsidRDefault="007028A1" w:rsidP="002E228C">
                          <w:pPr>
                            <w:rPr>
                              <w:rFonts w:asciiTheme="majorHAnsi" w:hAnsiTheme="majorHAnsi"/>
                              <w:b/>
                            </w:rPr>
                          </w:pP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t xml:space="preserve">Sekretarz Komitetu Rady </w:t>
                          </w:r>
                          <w:r w:rsidRPr="00D835AB">
                            <w:rPr>
                              <w:rFonts w:asciiTheme="majorHAnsi" w:hAnsiTheme="majorHAnsi"/>
                              <w:b/>
                            </w:rPr>
                            <w:br/>
                            <w:t>Ministrów do Spraw Cyfryzacji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BE38FF8" id="Text Box 7" o:spid="_x0000_s1027" type="#_x0000_t202" style="position:absolute;margin-left:285.3pt;margin-top:131.7pt;width:190.5pt;height:123.3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" filled="f" stroked="f">
              <v:textbox inset="0,0,0,0">
                <w:txbxContent>
                  <w:p w:rsidR="00B43A43" w:rsidRDefault="00B43A43" w:rsidP="002E228C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633F4B" w:rsidRDefault="00633F4B" w:rsidP="002E228C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7028A1" w:rsidRPr="00D835AB" w:rsidRDefault="00FF1B8F" w:rsidP="002E228C">
                    <w:pPr>
                      <w:rPr>
                        <w:rFonts w:asciiTheme="majorHAnsi" w:hAnsiTheme="majorHAnsi"/>
                        <w:b/>
                      </w:rPr>
                    </w:pPr>
                    <w:r w:rsidRPr="00D835AB">
                      <w:rPr>
                        <w:rFonts w:asciiTheme="majorHAnsi" w:hAnsiTheme="majorHAnsi"/>
                        <w:b/>
                      </w:rPr>
                      <w:t>Pani</w:t>
                    </w:r>
                    <w:r w:rsidRPr="00D835AB">
                      <w:rPr>
                        <w:rFonts w:asciiTheme="majorHAnsi" w:hAnsiTheme="majorHAnsi"/>
                        <w:b/>
                      </w:rPr>
                      <w:br/>
                    </w:r>
                    <w:r w:rsidR="007028A1" w:rsidRPr="00D835AB">
                      <w:rPr>
                        <w:rFonts w:asciiTheme="majorHAnsi" w:hAnsiTheme="majorHAnsi"/>
                        <w:b/>
                      </w:rPr>
                      <w:t>Justyna DUSZYŃSKA</w:t>
                    </w:r>
                  </w:p>
                  <w:p w:rsidR="007028A1" w:rsidRPr="00D835AB" w:rsidRDefault="007028A1" w:rsidP="002E228C">
                    <w:pPr>
                      <w:rPr>
                        <w:rFonts w:asciiTheme="majorHAnsi" w:hAnsiTheme="majorHAnsi"/>
                        <w:b/>
                      </w:rPr>
                    </w:pPr>
                  </w:p>
                  <w:p w:rsidR="007028A1" w:rsidRPr="00D835AB" w:rsidRDefault="007028A1" w:rsidP="002E228C">
                    <w:pPr>
                      <w:rPr>
                        <w:rFonts w:asciiTheme="majorHAnsi" w:hAnsiTheme="majorHAnsi"/>
                        <w:b/>
                      </w:rPr>
                    </w:pPr>
                    <w:r w:rsidRPr="00D835AB">
                      <w:rPr>
                        <w:rFonts w:asciiTheme="majorHAnsi" w:hAnsiTheme="majorHAnsi"/>
                        <w:b/>
                      </w:rPr>
                      <w:t xml:space="preserve">Sekretarz Komitetu Rady </w:t>
                    </w:r>
                    <w:r w:rsidRPr="00D835AB">
                      <w:rPr>
                        <w:rFonts w:asciiTheme="majorHAnsi" w:hAnsiTheme="majorHAnsi"/>
                        <w:b/>
                      </w:rPr>
                      <w:br/>
                      <w:t>Ministrów do Spraw Cyfryzacji</w:t>
                    </w:r>
                  </w:p>
                </w:txbxContent>
              </v:textbox>
            </v:shape>
          </w:pict>
        </mc:Fallback>
      </mc:AlternateContent>
    </w:r>
    <w:r w:rsidR="00BE76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0B598DD" wp14:editId="61B64913">
              <wp:simplePos x="0" y="0"/>
              <wp:positionH relativeFrom="column">
                <wp:posOffset>-6350</wp:posOffset>
              </wp:positionH>
              <wp:positionV relativeFrom="paragraph">
                <wp:posOffset>1389380</wp:posOffset>
              </wp:positionV>
              <wp:extent cx="3238500" cy="282575"/>
              <wp:effectExtent l="3175" t="0" r="0" b="4445"/>
              <wp:wrapNone/>
              <wp:docPr id="6" name="Text Box 10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8500" cy="2825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B094D" w:rsidRPr="00F763BB" w:rsidRDefault="00F763BB" w:rsidP="003B094D">
                          <w:pPr>
                            <w:rPr>
                              <w:rFonts w:ascii="Times New Roman" w:hAnsi="Times New Roman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szCs w:val="22"/>
                            </w:rPr>
                            <w:t xml:space="preserve">      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0B598DD" id="Text Box 1025" o:spid="_x0000_s1028" type="#_x0000_t202" style="position:absolute;margin-left:-.5pt;margin-top:109.4pt;width:255pt;height:22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LXNtAIAALM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" filled="f" stroked="f">
              <v:textbox inset="0,0,0,0">
                <w:txbxContent>
                  <w:p w:rsidR="003B094D" w:rsidRPr="00F763BB" w:rsidRDefault="00F763BB" w:rsidP="003B094D">
                    <w:pPr>
                      <w:rPr>
                        <w:rFonts w:ascii="Times New Roman" w:hAnsi="Times New Roman"/>
                        <w:sz w:val="22"/>
                        <w:szCs w:val="22"/>
                      </w:rPr>
                    </w:pPr>
                    <w:r>
                      <w:rPr>
                        <w:rFonts w:ascii="Times New Roman" w:hAnsi="Times New Roman"/>
                        <w:szCs w:val="22"/>
                      </w:rPr>
                      <w:t xml:space="preserve">      </w:t>
                    </w:r>
                  </w:p>
                </w:txbxContent>
              </v:textbox>
            </v:shape>
          </w:pict>
        </mc:Fallback>
      </mc:AlternateContent>
    </w:r>
    <w:r w:rsidR="00FF1B8F">
      <w:rPr>
        <w:noProof/>
        <w:lang w:eastAsia="pl-PL"/>
      </w:rPr>
      <w:drawing>
        <wp:anchor distT="0" distB="0" distL="114300" distR="114300" simplePos="0" relativeHeight="251655168" behindDoc="1" locked="0" layoutInCell="1" allowOverlap="1" wp14:anchorId="291E423C" wp14:editId="08DFB398">
          <wp:simplePos x="0" y="0"/>
          <wp:positionH relativeFrom="column">
            <wp:posOffset>476250</wp:posOffset>
          </wp:positionH>
          <wp:positionV relativeFrom="paragraph">
            <wp:posOffset>-26035</wp:posOffset>
          </wp:positionV>
          <wp:extent cx="417830" cy="464820"/>
          <wp:effectExtent l="0" t="0" r="1270" b="0"/>
          <wp:wrapNone/>
          <wp:docPr id="38" name="Picture 21" descr="god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1" descr="god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783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E7698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8F97FC0" wp14:editId="66A69EB2">
              <wp:simplePos x="0" y="0"/>
              <wp:positionH relativeFrom="column">
                <wp:posOffset>-408940</wp:posOffset>
              </wp:positionH>
              <wp:positionV relativeFrom="paragraph">
                <wp:posOffset>514350</wp:posOffset>
              </wp:positionV>
              <wp:extent cx="2216150" cy="831850"/>
              <wp:effectExtent l="635" t="0" r="2540" b="0"/>
              <wp:wrapNone/>
              <wp:docPr id="3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16150" cy="8318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05AB5" w:rsidRDefault="00FF1B8F" w:rsidP="00705AB5">
                          <w:pPr>
                            <w:jc w:val="center"/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</w:pP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RZECZPOSPOLITA POLSKA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  <w:t>MINISTERSTWO FINANSÓW</w:t>
                          </w:r>
                          <w: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</w:r>
                          <w:r w:rsidR="00BD6734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POD</w:t>
                          </w:r>
                          <w:r w:rsidR="00BE7698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SEKRETARZ STANU</w:t>
                          </w:r>
                          <w:r w:rsidR="00BE7698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br/>
                          </w:r>
                          <w:r w:rsidR="006860F2"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  <w:t>Piotr Nowak</w:t>
                          </w:r>
                        </w:p>
                        <w:p w:rsidR="00C76BD2" w:rsidRPr="000A78C7" w:rsidRDefault="00C87497" w:rsidP="00C76BD2">
                          <w:pPr>
                            <w:rPr>
                              <w:rFonts w:ascii="Times New Roman" w:hAnsi="Times New Roman"/>
                              <w:b/>
                              <w:szCs w:val="22"/>
                            </w:rPr>
                          </w:pPr>
                        </w:p>
                        <w:p w:rsidR="003B094D" w:rsidRPr="00C76BD2" w:rsidRDefault="00C87497" w:rsidP="00705AB5">
                          <w:pPr>
                            <w:rPr>
                              <w:szCs w:val="22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8F97FC0" id="Text Box 9" o:spid="_x0000_s1029" type="#_x0000_t202" style="position:absolute;margin-left:-32.2pt;margin-top:40.5pt;width:174.5pt;height:65.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" filled="f" stroked="f">
              <v:textbox inset="0,0,0,0">
                <w:txbxContent>
                  <w:p w:rsidR="00705AB5" w:rsidRDefault="00FF1B8F" w:rsidP="00705AB5">
                    <w:pPr>
                      <w:jc w:val="center"/>
                      <w:rPr>
                        <w:rFonts w:ascii="Times New Roman" w:hAnsi="Times New Roman"/>
                        <w:b/>
                        <w:szCs w:val="22"/>
                      </w:rPr>
                    </w:pPr>
                    <w:r>
                      <w:rPr>
                        <w:rFonts w:ascii="Times New Roman" w:hAnsi="Times New Roman"/>
                        <w:b/>
                        <w:szCs w:val="22"/>
                      </w:rPr>
                      <w:t>RZECZPOSPOLITA POLSKA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  <w:t>MINISTERSTWO FINANSÓW</w:t>
                    </w:r>
                    <w:r>
                      <w:rPr>
                        <w:rFonts w:ascii="Times New Roman" w:hAnsi="Times New Roman"/>
                        <w:b/>
                        <w:szCs w:val="22"/>
                      </w:rPr>
                      <w:br/>
                    </w:r>
                    <w:r w:rsidR="00BD6734">
                      <w:rPr>
                        <w:rFonts w:ascii="Times New Roman" w:hAnsi="Times New Roman"/>
                        <w:b/>
                        <w:szCs w:val="22"/>
                      </w:rPr>
                      <w:t>POD</w:t>
                    </w:r>
                    <w:r w:rsidR="00BE7698">
                      <w:rPr>
                        <w:rFonts w:ascii="Times New Roman" w:hAnsi="Times New Roman"/>
                        <w:b/>
                        <w:szCs w:val="22"/>
                      </w:rPr>
                      <w:t>SEKRETARZ STANU</w:t>
                    </w:r>
                    <w:r w:rsidR="00BE7698">
                      <w:rPr>
                        <w:rFonts w:ascii="Times New Roman" w:hAnsi="Times New Roman"/>
                        <w:b/>
                        <w:szCs w:val="22"/>
                      </w:rPr>
                      <w:br/>
                    </w:r>
                    <w:r w:rsidR="006860F2">
                      <w:rPr>
                        <w:rFonts w:ascii="Times New Roman" w:hAnsi="Times New Roman"/>
                        <w:b/>
                        <w:szCs w:val="22"/>
                      </w:rPr>
                      <w:t>Piotr Nowak</w:t>
                    </w:r>
                  </w:p>
                  <w:p w:rsidR="00C76BD2" w:rsidRPr="000A78C7" w:rsidRDefault="00EA0C4D" w:rsidP="00C76BD2">
                    <w:pPr>
                      <w:rPr>
                        <w:rFonts w:ascii="Times New Roman" w:hAnsi="Times New Roman"/>
                        <w:b/>
                        <w:szCs w:val="22"/>
                      </w:rPr>
                    </w:pPr>
                  </w:p>
                  <w:p w:rsidR="003B094D" w:rsidRPr="00C76BD2" w:rsidRDefault="00EA0C4D" w:rsidP="00705AB5">
                    <w:pPr>
                      <w:rPr>
                        <w:szCs w:val="22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EA755E"/>
    <w:multiLevelType w:val="hybridMultilevel"/>
    <w:tmpl w:val="AFD4DB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545BA5"/>
    <w:multiLevelType w:val="hybridMultilevel"/>
    <w:tmpl w:val="22AED984"/>
    <w:lvl w:ilvl="0" w:tplc="6DF4B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0F92E78"/>
    <w:multiLevelType w:val="hybridMultilevel"/>
    <w:tmpl w:val="C6960CBC"/>
    <w:lvl w:ilvl="0" w:tplc="6DF4B3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A00F15"/>
    <w:multiLevelType w:val="hybridMultilevel"/>
    <w:tmpl w:val="97062A36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AAF5126"/>
    <w:multiLevelType w:val="hybridMultilevel"/>
    <w:tmpl w:val="B1884B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F2D2471"/>
    <w:multiLevelType w:val="hybridMultilevel"/>
    <w:tmpl w:val="66DA47B0"/>
    <w:lvl w:ilvl="0" w:tplc="6DF4B3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52351234"/>
    <w:multiLevelType w:val="hybridMultilevel"/>
    <w:tmpl w:val="0346CC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D816CF"/>
    <w:multiLevelType w:val="hybridMultilevel"/>
    <w:tmpl w:val="E90E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39A6198"/>
    <w:multiLevelType w:val="hybridMultilevel"/>
    <w:tmpl w:val="8A8217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B707E"/>
    <w:multiLevelType w:val="hybridMultilevel"/>
    <w:tmpl w:val="C6B8FB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EA66B0"/>
    <w:multiLevelType w:val="hybridMultilevel"/>
    <w:tmpl w:val="E90E72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3AC62C2"/>
    <w:multiLevelType w:val="hybridMultilevel"/>
    <w:tmpl w:val="EF7633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1"/>
  </w:num>
  <w:num w:numId="5">
    <w:abstractNumId w:val="11"/>
  </w:num>
  <w:num w:numId="6">
    <w:abstractNumId w:val="9"/>
  </w:num>
  <w:num w:numId="7">
    <w:abstractNumId w:val="7"/>
  </w:num>
  <w:num w:numId="8">
    <w:abstractNumId w:val="10"/>
  </w:num>
  <w:num w:numId="9">
    <w:abstractNumId w:val="5"/>
  </w:num>
  <w:num w:numId="10">
    <w:abstractNumId w:val="4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119"/>
  <w:drawingGridVerticalSpacing w:val="357"/>
  <w:displayHorizontalDrawingGridEvery w:val="0"/>
  <w:displayVerticalDrawingGridEvery w:val="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698"/>
    <w:rsid w:val="00013A8A"/>
    <w:rsid w:val="0001554F"/>
    <w:rsid w:val="000168B3"/>
    <w:rsid w:val="000170DA"/>
    <w:rsid w:val="00021E9D"/>
    <w:rsid w:val="00024D5E"/>
    <w:rsid w:val="000259DE"/>
    <w:rsid w:val="0003507D"/>
    <w:rsid w:val="00043C7A"/>
    <w:rsid w:val="00055E2C"/>
    <w:rsid w:val="000671AC"/>
    <w:rsid w:val="00070EF8"/>
    <w:rsid w:val="00074F27"/>
    <w:rsid w:val="0009005F"/>
    <w:rsid w:val="000A13F5"/>
    <w:rsid w:val="000A325A"/>
    <w:rsid w:val="000A520A"/>
    <w:rsid w:val="000A70AB"/>
    <w:rsid w:val="000B45E6"/>
    <w:rsid w:val="000C074D"/>
    <w:rsid w:val="000C18E8"/>
    <w:rsid w:val="000C2839"/>
    <w:rsid w:val="000C3634"/>
    <w:rsid w:val="000C4331"/>
    <w:rsid w:val="000D4110"/>
    <w:rsid w:val="000E1BD7"/>
    <w:rsid w:val="000F1DC0"/>
    <w:rsid w:val="000F3695"/>
    <w:rsid w:val="00121CB2"/>
    <w:rsid w:val="00122B14"/>
    <w:rsid w:val="00123505"/>
    <w:rsid w:val="0012402C"/>
    <w:rsid w:val="00130BBC"/>
    <w:rsid w:val="00134B2B"/>
    <w:rsid w:val="00154011"/>
    <w:rsid w:val="00157CDA"/>
    <w:rsid w:val="00164692"/>
    <w:rsid w:val="00165EE1"/>
    <w:rsid w:val="00182CFE"/>
    <w:rsid w:val="0018628C"/>
    <w:rsid w:val="00186662"/>
    <w:rsid w:val="001A00A7"/>
    <w:rsid w:val="001A68E4"/>
    <w:rsid w:val="001B2A82"/>
    <w:rsid w:val="001C79EF"/>
    <w:rsid w:val="001D73DC"/>
    <w:rsid w:val="001E348C"/>
    <w:rsid w:val="001E789A"/>
    <w:rsid w:val="0020025F"/>
    <w:rsid w:val="002007BA"/>
    <w:rsid w:val="00222A6F"/>
    <w:rsid w:val="00225D6C"/>
    <w:rsid w:val="0023469D"/>
    <w:rsid w:val="002401DE"/>
    <w:rsid w:val="002442FB"/>
    <w:rsid w:val="00244710"/>
    <w:rsid w:val="00250696"/>
    <w:rsid w:val="0025222D"/>
    <w:rsid w:val="00271DD6"/>
    <w:rsid w:val="00272746"/>
    <w:rsid w:val="002935FA"/>
    <w:rsid w:val="002A6B89"/>
    <w:rsid w:val="002A7BB0"/>
    <w:rsid w:val="002B48B7"/>
    <w:rsid w:val="002B4B2F"/>
    <w:rsid w:val="002B5231"/>
    <w:rsid w:val="002B7338"/>
    <w:rsid w:val="002C2C5B"/>
    <w:rsid w:val="002C30CD"/>
    <w:rsid w:val="002D0FE7"/>
    <w:rsid w:val="002D3BDA"/>
    <w:rsid w:val="002E62C3"/>
    <w:rsid w:val="003015CD"/>
    <w:rsid w:val="003027B2"/>
    <w:rsid w:val="00302E92"/>
    <w:rsid w:val="00302ED6"/>
    <w:rsid w:val="0030328E"/>
    <w:rsid w:val="00303D39"/>
    <w:rsid w:val="00306C82"/>
    <w:rsid w:val="00316216"/>
    <w:rsid w:val="00335A08"/>
    <w:rsid w:val="003471E9"/>
    <w:rsid w:val="00347245"/>
    <w:rsid w:val="0035168E"/>
    <w:rsid w:val="003704F7"/>
    <w:rsid w:val="00371796"/>
    <w:rsid w:val="003768CE"/>
    <w:rsid w:val="003A4708"/>
    <w:rsid w:val="003A68AB"/>
    <w:rsid w:val="003B3E38"/>
    <w:rsid w:val="003C523A"/>
    <w:rsid w:val="003C7812"/>
    <w:rsid w:val="003D0433"/>
    <w:rsid w:val="003E0B75"/>
    <w:rsid w:val="003E29DF"/>
    <w:rsid w:val="00402101"/>
    <w:rsid w:val="00402F59"/>
    <w:rsid w:val="00414F4D"/>
    <w:rsid w:val="0041679D"/>
    <w:rsid w:val="00420D07"/>
    <w:rsid w:val="0042226D"/>
    <w:rsid w:val="00422E0E"/>
    <w:rsid w:val="00422FC2"/>
    <w:rsid w:val="00423DEB"/>
    <w:rsid w:val="0042745E"/>
    <w:rsid w:val="00431203"/>
    <w:rsid w:val="004319E2"/>
    <w:rsid w:val="004354C8"/>
    <w:rsid w:val="004445F3"/>
    <w:rsid w:val="004702F1"/>
    <w:rsid w:val="00473A2D"/>
    <w:rsid w:val="00480235"/>
    <w:rsid w:val="004B42CD"/>
    <w:rsid w:val="004C2F69"/>
    <w:rsid w:val="004D0E01"/>
    <w:rsid w:val="004E1BF3"/>
    <w:rsid w:val="004E3333"/>
    <w:rsid w:val="00500F94"/>
    <w:rsid w:val="00506450"/>
    <w:rsid w:val="00510889"/>
    <w:rsid w:val="00513C81"/>
    <w:rsid w:val="00515968"/>
    <w:rsid w:val="00524BDA"/>
    <w:rsid w:val="00543F6A"/>
    <w:rsid w:val="005533BD"/>
    <w:rsid w:val="00595C69"/>
    <w:rsid w:val="005A431B"/>
    <w:rsid w:val="005A6234"/>
    <w:rsid w:val="005A6ABF"/>
    <w:rsid w:val="005B2A03"/>
    <w:rsid w:val="005B46BE"/>
    <w:rsid w:val="005C0795"/>
    <w:rsid w:val="00603C29"/>
    <w:rsid w:val="00606EFC"/>
    <w:rsid w:val="00620268"/>
    <w:rsid w:val="006204E6"/>
    <w:rsid w:val="00623981"/>
    <w:rsid w:val="00633F4B"/>
    <w:rsid w:val="006366E5"/>
    <w:rsid w:val="006429AA"/>
    <w:rsid w:val="00645F5B"/>
    <w:rsid w:val="00651452"/>
    <w:rsid w:val="0065635B"/>
    <w:rsid w:val="006703DF"/>
    <w:rsid w:val="00673E6F"/>
    <w:rsid w:val="006743A7"/>
    <w:rsid w:val="0068150F"/>
    <w:rsid w:val="006839E9"/>
    <w:rsid w:val="006860F2"/>
    <w:rsid w:val="00692A05"/>
    <w:rsid w:val="006A3006"/>
    <w:rsid w:val="006A54AE"/>
    <w:rsid w:val="006B3E50"/>
    <w:rsid w:val="006B4D5A"/>
    <w:rsid w:val="006B5DA0"/>
    <w:rsid w:val="006B687D"/>
    <w:rsid w:val="006C1288"/>
    <w:rsid w:val="006C4602"/>
    <w:rsid w:val="006C736F"/>
    <w:rsid w:val="006C79F0"/>
    <w:rsid w:val="006D205A"/>
    <w:rsid w:val="006D2453"/>
    <w:rsid w:val="006E4E4F"/>
    <w:rsid w:val="006E6C94"/>
    <w:rsid w:val="006F514F"/>
    <w:rsid w:val="0070163F"/>
    <w:rsid w:val="007028A1"/>
    <w:rsid w:val="007047F1"/>
    <w:rsid w:val="0071071B"/>
    <w:rsid w:val="00710A20"/>
    <w:rsid w:val="0074058A"/>
    <w:rsid w:val="00741962"/>
    <w:rsid w:val="007564D6"/>
    <w:rsid w:val="007634E6"/>
    <w:rsid w:val="00765DA8"/>
    <w:rsid w:val="007806A2"/>
    <w:rsid w:val="007806FD"/>
    <w:rsid w:val="00782731"/>
    <w:rsid w:val="00790711"/>
    <w:rsid w:val="00797AA0"/>
    <w:rsid w:val="007A1242"/>
    <w:rsid w:val="007A3557"/>
    <w:rsid w:val="007A3CF6"/>
    <w:rsid w:val="007D7400"/>
    <w:rsid w:val="007E2B13"/>
    <w:rsid w:val="00801A0B"/>
    <w:rsid w:val="00811C56"/>
    <w:rsid w:val="00811F81"/>
    <w:rsid w:val="008135B2"/>
    <w:rsid w:val="00813632"/>
    <w:rsid w:val="008240CA"/>
    <w:rsid w:val="00825202"/>
    <w:rsid w:val="00825541"/>
    <w:rsid w:val="00827BCB"/>
    <w:rsid w:val="008457B9"/>
    <w:rsid w:val="008463FB"/>
    <w:rsid w:val="00851992"/>
    <w:rsid w:val="00853466"/>
    <w:rsid w:val="00854907"/>
    <w:rsid w:val="008635BC"/>
    <w:rsid w:val="00867CF5"/>
    <w:rsid w:val="00877492"/>
    <w:rsid w:val="00884CFC"/>
    <w:rsid w:val="008907F4"/>
    <w:rsid w:val="008A1D16"/>
    <w:rsid w:val="008A5F0A"/>
    <w:rsid w:val="008B1DAC"/>
    <w:rsid w:val="008C3BA4"/>
    <w:rsid w:val="008D5E5E"/>
    <w:rsid w:val="008E0431"/>
    <w:rsid w:val="008E2ABA"/>
    <w:rsid w:val="008E3B4C"/>
    <w:rsid w:val="008E51D3"/>
    <w:rsid w:val="008E6352"/>
    <w:rsid w:val="008F6EC2"/>
    <w:rsid w:val="008F7245"/>
    <w:rsid w:val="00900888"/>
    <w:rsid w:val="009068D0"/>
    <w:rsid w:val="00910114"/>
    <w:rsid w:val="00912DA0"/>
    <w:rsid w:val="00914327"/>
    <w:rsid w:val="0091736A"/>
    <w:rsid w:val="00933E79"/>
    <w:rsid w:val="0093667F"/>
    <w:rsid w:val="009537D4"/>
    <w:rsid w:val="0095719F"/>
    <w:rsid w:val="00961B7D"/>
    <w:rsid w:val="00962EF6"/>
    <w:rsid w:val="00964623"/>
    <w:rsid w:val="0096465D"/>
    <w:rsid w:val="00971B46"/>
    <w:rsid w:val="00973181"/>
    <w:rsid w:val="00984605"/>
    <w:rsid w:val="00985E9A"/>
    <w:rsid w:val="009A2BE5"/>
    <w:rsid w:val="009E0853"/>
    <w:rsid w:val="009E0CF9"/>
    <w:rsid w:val="009E36E7"/>
    <w:rsid w:val="009F4704"/>
    <w:rsid w:val="009F58A3"/>
    <w:rsid w:val="00A0735A"/>
    <w:rsid w:val="00A10658"/>
    <w:rsid w:val="00A13D7C"/>
    <w:rsid w:val="00A1404D"/>
    <w:rsid w:val="00A15698"/>
    <w:rsid w:val="00A3794D"/>
    <w:rsid w:val="00A40F6E"/>
    <w:rsid w:val="00A411E2"/>
    <w:rsid w:val="00A4272A"/>
    <w:rsid w:val="00A51DD7"/>
    <w:rsid w:val="00A601C4"/>
    <w:rsid w:val="00A62F69"/>
    <w:rsid w:val="00A82579"/>
    <w:rsid w:val="00A82593"/>
    <w:rsid w:val="00A94538"/>
    <w:rsid w:val="00A9463D"/>
    <w:rsid w:val="00A9752A"/>
    <w:rsid w:val="00AB561A"/>
    <w:rsid w:val="00AC5FA4"/>
    <w:rsid w:val="00AD7BA3"/>
    <w:rsid w:val="00AE79BC"/>
    <w:rsid w:val="00AF1EE5"/>
    <w:rsid w:val="00AF5A70"/>
    <w:rsid w:val="00B06761"/>
    <w:rsid w:val="00B1049D"/>
    <w:rsid w:val="00B12272"/>
    <w:rsid w:val="00B200DC"/>
    <w:rsid w:val="00B21775"/>
    <w:rsid w:val="00B30749"/>
    <w:rsid w:val="00B370A9"/>
    <w:rsid w:val="00B37B0B"/>
    <w:rsid w:val="00B43A43"/>
    <w:rsid w:val="00B51B7E"/>
    <w:rsid w:val="00B534D6"/>
    <w:rsid w:val="00B6651F"/>
    <w:rsid w:val="00B67D2A"/>
    <w:rsid w:val="00B71957"/>
    <w:rsid w:val="00B71CA5"/>
    <w:rsid w:val="00B84252"/>
    <w:rsid w:val="00B869B7"/>
    <w:rsid w:val="00B90105"/>
    <w:rsid w:val="00BA0AE7"/>
    <w:rsid w:val="00BA0B67"/>
    <w:rsid w:val="00BA5014"/>
    <w:rsid w:val="00BB1F29"/>
    <w:rsid w:val="00BB2AAF"/>
    <w:rsid w:val="00BC00CB"/>
    <w:rsid w:val="00BC6CA3"/>
    <w:rsid w:val="00BD6734"/>
    <w:rsid w:val="00BE287E"/>
    <w:rsid w:val="00BE43A0"/>
    <w:rsid w:val="00BE7698"/>
    <w:rsid w:val="00BE7F2D"/>
    <w:rsid w:val="00BF1427"/>
    <w:rsid w:val="00BF3B21"/>
    <w:rsid w:val="00C00006"/>
    <w:rsid w:val="00C00A54"/>
    <w:rsid w:val="00C032C6"/>
    <w:rsid w:val="00C17DA8"/>
    <w:rsid w:val="00C22B7A"/>
    <w:rsid w:val="00C30082"/>
    <w:rsid w:val="00C33429"/>
    <w:rsid w:val="00C40C94"/>
    <w:rsid w:val="00C4352E"/>
    <w:rsid w:val="00C5096B"/>
    <w:rsid w:val="00C50C84"/>
    <w:rsid w:val="00C577E4"/>
    <w:rsid w:val="00C62B89"/>
    <w:rsid w:val="00C6328C"/>
    <w:rsid w:val="00C65327"/>
    <w:rsid w:val="00C7120D"/>
    <w:rsid w:val="00C746C6"/>
    <w:rsid w:val="00C837BA"/>
    <w:rsid w:val="00C87497"/>
    <w:rsid w:val="00CA25EB"/>
    <w:rsid w:val="00CB1322"/>
    <w:rsid w:val="00CB5848"/>
    <w:rsid w:val="00CC63ED"/>
    <w:rsid w:val="00CD48E8"/>
    <w:rsid w:val="00CE0184"/>
    <w:rsid w:val="00CF19FC"/>
    <w:rsid w:val="00CF5DCD"/>
    <w:rsid w:val="00D0015D"/>
    <w:rsid w:val="00D05094"/>
    <w:rsid w:val="00D05156"/>
    <w:rsid w:val="00D06F86"/>
    <w:rsid w:val="00D16CB0"/>
    <w:rsid w:val="00D230D8"/>
    <w:rsid w:val="00D31F21"/>
    <w:rsid w:val="00D32722"/>
    <w:rsid w:val="00D44DFC"/>
    <w:rsid w:val="00D46830"/>
    <w:rsid w:val="00D50AEC"/>
    <w:rsid w:val="00D55A4C"/>
    <w:rsid w:val="00D60912"/>
    <w:rsid w:val="00D62C84"/>
    <w:rsid w:val="00D62FFB"/>
    <w:rsid w:val="00D72671"/>
    <w:rsid w:val="00D761F8"/>
    <w:rsid w:val="00D835AB"/>
    <w:rsid w:val="00D83AC7"/>
    <w:rsid w:val="00D877A6"/>
    <w:rsid w:val="00D878A9"/>
    <w:rsid w:val="00D91247"/>
    <w:rsid w:val="00D94479"/>
    <w:rsid w:val="00DA5EA4"/>
    <w:rsid w:val="00DA7206"/>
    <w:rsid w:val="00DB0BB8"/>
    <w:rsid w:val="00DB7386"/>
    <w:rsid w:val="00E02A3D"/>
    <w:rsid w:val="00E147F3"/>
    <w:rsid w:val="00E23E84"/>
    <w:rsid w:val="00E265BD"/>
    <w:rsid w:val="00E3696F"/>
    <w:rsid w:val="00E43B5A"/>
    <w:rsid w:val="00E53BFE"/>
    <w:rsid w:val="00E64EA5"/>
    <w:rsid w:val="00E919F4"/>
    <w:rsid w:val="00E945D8"/>
    <w:rsid w:val="00E94AE0"/>
    <w:rsid w:val="00E97DC6"/>
    <w:rsid w:val="00EA0C4D"/>
    <w:rsid w:val="00EB1B03"/>
    <w:rsid w:val="00ED264F"/>
    <w:rsid w:val="00ED27CA"/>
    <w:rsid w:val="00ED446E"/>
    <w:rsid w:val="00F25221"/>
    <w:rsid w:val="00F27805"/>
    <w:rsid w:val="00F331A3"/>
    <w:rsid w:val="00F37947"/>
    <w:rsid w:val="00F401DC"/>
    <w:rsid w:val="00F50569"/>
    <w:rsid w:val="00F673ED"/>
    <w:rsid w:val="00F7542B"/>
    <w:rsid w:val="00F761DF"/>
    <w:rsid w:val="00F763BB"/>
    <w:rsid w:val="00F971E8"/>
    <w:rsid w:val="00FB19B3"/>
    <w:rsid w:val="00FC1147"/>
    <w:rsid w:val="00FC37EF"/>
    <w:rsid w:val="00FD3FDD"/>
    <w:rsid w:val="00FE3328"/>
    <w:rsid w:val="00FE3E79"/>
    <w:rsid w:val="00FF0113"/>
    <w:rsid w:val="00FF1B8F"/>
    <w:rsid w:val="00FF6163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97FB0062-D63D-4168-9B5C-1C20DB547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7296E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EF3BAE"/>
    <w:rPr>
      <w:color w:val="0000FF"/>
      <w:u w:val="single"/>
    </w:rPr>
  </w:style>
  <w:style w:type="paragraph" w:styleId="Akapitzlist">
    <w:name w:val="List Paragraph"/>
    <w:basedOn w:val="Normalny"/>
    <w:uiPriority w:val="72"/>
    <w:qFormat/>
    <w:rsid w:val="003768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06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6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3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kancelaria@mf.gov.pl" TargetMode="External"/><Relationship Id="rId2" Type="http://schemas.openxmlformats.org/officeDocument/2006/relationships/hyperlink" Target="mailto:kancelaria@mf.gov.pl" TargetMode="External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Moje%20dokumenty\Szablony\ok\Serwer\Pismo_cz_kier_zew_orzel_mf_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28380-D212-40BA-AC63-919AE353C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Pismo_cz_kier_zew_orzel_mf_p2</Template>
  <TotalTime>1</TotalTime>
  <Pages>1</Pages>
  <Words>83</Words>
  <Characters>501</Characters>
  <Application>Microsoft Office Word</Application>
  <DocSecurity>4</DocSecurity>
  <Lines>4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Plan B</Company>
  <LinksUpToDate>false</LinksUpToDate>
  <CharactersWithSpaces>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MF</dc:creator>
  <cp:lastModifiedBy>Wróbel Krzysztof</cp:lastModifiedBy>
  <cp:revision>2</cp:revision>
  <cp:lastPrinted>2017-10-24T07:17:00Z</cp:lastPrinted>
  <dcterms:created xsi:type="dcterms:W3CDTF">2019-07-17T14:20:00Z</dcterms:created>
  <dcterms:modified xsi:type="dcterms:W3CDTF">2019-07-17T14:20:00Z</dcterms:modified>
</cp:coreProperties>
</file>